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08" w:rsidRPr="00122970" w:rsidRDefault="00A14B0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A14B08" w:rsidRDefault="00A14B0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A14B08" w:rsidRPr="00371B2B" w:rsidRDefault="00A14B08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A14B08" w:rsidRPr="00371B2B" w:rsidRDefault="00A14B08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A14B08" w:rsidRDefault="00A14B0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A14B08" w:rsidRPr="00371B2B" w:rsidRDefault="00A14B08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A14B08" w:rsidRPr="00371B2B" w:rsidRDefault="00A14B08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A14B08" w:rsidRDefault="00A14B08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Szkół w Trześni</w:t>
      </w:r>
    </w:p>
    <w:p w:rsidR="00A14B08" w:rsidRPr="00144DB4" w:rsidRDefault="00A14B08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A14B08" w:rsidRPr="00371B2B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A14B08" w:rsidRDefault="00A14B08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A14B08" w:rsidRPr="00122970" w:rsidRDefault="00A14B0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A14B08" w:rsidRPr="00371B2B" w:rsidRDefault="00A14B08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A14B08" w:rsidRPr="00122970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A14B08" w:rsidRPr="00F36C31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A14B08" w:rsidRPr="00122970" w:rsidRDefault="00A14B08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Trześń 87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39-331 Chorzelów</w:t>
      </w:r>
    </w:p>
    <w:p w:rsidR="00A14B08" w:rsidRPr="00F36C31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A14B08" w:rsidRPr="00F36C31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A14B08" w:rsidRPr="00122970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sp.trzesn@ug.mielec.pl</w:t>
      </w:r>
    </w:p>
    <w:p w:rsidR="00A14B08" w:rsidRPr="00F36C31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A14B08" w:rsidRPr="007D3844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A14B08" w:rsidRPr="00122970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774-20-64</w:t>
      </w:r>
    </w:p>
    <w:p w:rsidR="00A14B08" w:rsidRPr="00F36C31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A14B08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A14B08" w:rsidRPr="00122970" w:rsidRDefault="00A14B0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A14B08" w:rsidRPr="00371B2B" w:rsidRDefault="00A14B08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A14B08" w:rsidRDefault="00A14B08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A14B08" w:rsidRDefault="00A14B0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A14B08" w:rsidRPr="00371B2B" w:rsidTr="006A1006">
        <w:tc>
          <w:tcPr>
            <w:tcW w:w="421" w:type="dxa"/>
          </w:tcPr>
          <w:p w:rsidR="00A14B08" w:rsidRPr="006930BA" w:rsidRDefault="00A14B0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A14B08" w:rsidRPr="00371B2B" w:rsidRDefault="00A14B0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A14B08" w:rsidRDefault="00A14B08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A14B08" w:rsidRPr="00371B2B" w:rsidRDefault="00A14B08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A14B08" w:rsidRPr="00371B2B" w:rsidRDefault="00A14B08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14B08" w:rsidRDefault="00A14B08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14B08" w:rsidRPr="00371B2B" w:rsidRDefault="00A14B08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A14B08" w:rsidRDefault="00A14B0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A14B08" w:rsidRDefault="00A14B08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14B08" w:rsidRPr="00371B2B" w:rsidRDefault="00A14B08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Pr="009C5635" w:rsidRDefault="00A14B0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A14B08" w:rsidRPr="009C5635" w:rsidRDefault="00A14B0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9C5635" w:rsidTr="006A1006">
        <w:tc>
          <w:tcPr>
            <w:tcW w:w="421" w:type="dxa"/>
          </w:tcPr>
          <w:p w:rsidR="00A14B08" w:rsidRPr="009C5635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Pr="009C5635" w:rsidRDefault="00A14B0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A14B08" w:rsidRPr="009C5635" w:rsidRDefault="00A14B08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9C5635" w:rsidTr="006A1006">
        <w:tc>
          <w:tcPr>
            <w:tcW w:w="421" w:type="dxa"/>
          </w:tcPr>
          <w:p w:rsidR="00A14B08" w:rsidRPr="009C5635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Pr="009C5635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A14B08" w:rsidRPr="009C5635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9C5635" w:rsidTr="006A1006">
        <w:tc>
          <w:tcPr>
            <w:tcW w:w="421" w:type="dxa"/>
          </w:tcPr>
          <w:p w:rsidR="00A14B08" w:rsidRPr="009C5635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Pr="009C5635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A14B08" w:rsidRPr="009C5635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9C5635" w:rsidTr="006A1006">
        <w:tc>
          <w:tcPr>
            <w:tcW w:w="421" w:type="dxa"/>
          </w:tcPr>
          <w:p w:rsidR="00A14B08" w:rsidRPr="009C5635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A14B08" w:rsidRPr="00371B2B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14B08" w:rsidRDefault="00A14B08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A14B08" w:rsidRPr="008611E1" w:rsidRDefault="00A14B08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Default="00A14B0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A14B08" w:rsidRPr="008611E1" w:rsidRDefault="00A14B08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14B08" w:rsidRPr="00371B2B" w:rsidTr="006A1006">
        <w:tc>
          <w:tcPr>
            <w:tcW w:w="421" w:type="dxa"/>
          </w:tcPr>
          <w:p w:rsidR="00A14B08" w:rsidRPr="00371B2B" w:rsidRDefault="00A14B08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14B08" w:rsidRPr="00763E28" w:rsidRDefault="00A14B08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A14B08" w:rsidRPr="00371B2B" w:rsidRDefault="00A14B08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A14B08" w:rsidRPr="009C5635" w:rsidRDefault="00A14B08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A14B08" w:rsidRPr="00AD7837" w:rsidTr="00617577">
        <w:trPr>
          <w:trHeight w:val="413"/>
        </w:trPr>
        <w:tc>
          <w:tcPr>
            <w:tcW w:w="534" w:type="dxa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A14B08" w:rsidRPr="00AD7837" w:rsidRDefault="00A14B08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A14B08" w:rsidRPr="00AD7837" w:rsidTr="00617577">
        <w:trPr>
          <w:trHeight w:val="559"/>
        </w:trPr>
        <w:tc>
          <w:tcPr>
            <w:tcW w:w="534" w:type="dxa"/>
            <w:vMerge w:val="restart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A14B08" w:rsidRPr="00AD7837" w:rsidRDefault="00A14B08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A14B08" w:rsidRPr="00AD7837" w:rsidRDefault="00A14B0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A14B08" w:rsidRPr="00A33AEA" w:rsidRDefault="00A14B08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A14B08" w:rsidRPr="00AD7837" w:rsidTr="00617577">
        <w:trPr>
          <w:trHeight w:val="318"/>
        </w:trPr>
        <w:tc>
          <w:tcPr>
            <w:tcW w:w="534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14B08" w:rsidRPr="00AD7837" w:rsidRDefault="00A14B0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A14B08" w:rsidRPr="00AD7837" w:rsidRDefault="00A14B08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A14B08" w:rsidRPr="00AD7837" w:rsidTr="00617577">
        <w:trPr>
          <w:trHeight w:val="962"/>
        </w:trPr>
        <w:tc>
          <w:tcPr>
            <w:tcW w:w="534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A14B08" w:rsidRPr="00AD7837" w:rsidRDefault="00A14B08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14B08" w:rsidRPr="00AD7837" w:rsidRDefault="00A14B0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A14B08" w:rsidRPr="00AD7837" w:rsidRDefault="00A14B08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A14B08" w:rsidRPr="00AD7837" w:rsidTr="00617577">
        <w:trPr>
          <w:trHeight w:val="408"/>
        </w:trPr>
        <w:tc>
          <w:tcPr>
            <w:tcW w:w="534" w:type="dxa"/>
            <w:vAlign w:val="center"/>
          </w:tcPr>
          <w:p w:rsidR="00A14B08" w:rsidRPr="00412B9E" w:rsidRDefault="00A14B0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8018590365500019357039</w:t>
            </w:r>
          </w:p>
        </w:tc>
        <w:tc>
          <w:tcPr>
            <w:tcW w:w="1701" w:type="dxa"/>
            <w:vAlign w:val="center"/>
          </w:tcPr>
          <w:p w:rsidR="00A14B08" w:rsidRDefault="00A14B08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Trześń 87</w:t>
            </w:r>
          </w:p>
          <w:p w:rsidR="00A14B08" w:rsidRPr="00412B9E" w:rsidRDefault="00A14B08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14B08" w:rsidRPr="00412B9E" w:rsidRDefault="00A14B0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14B08" w:rsidRPr="00412B9E" w:rsidRDefault="00D401FF" w:rsidP="00D401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14B08" w:rsidRPr="00AD7837" w:rsidTr="00617577">
        <w:trPr>
          <w:trHeight w:val="444"/>
        </w:trPr>
        <w:tc>
          <w:tcPr>
            <w:tcW w:w="534" w:type="dxa"/>
            <w:vAlign w:val="center"/>
          </w:tcPr>
          <w:p w:rsidR="00A14B08" w:rsidRPr="00412B9E" w:rsidRDefault="00A14B08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A14B08" w:rsidRPr="00412B9E" w:rsidRDefault="00A14B08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8018590365500085353959</w:t>
            </w:r>
          </w:p>
        </w:tc>
        <w:tc>
          <w:tcPr>
            <w:tcW w:w="1701" w:type="dxa"/>
            <w:vAlign w:val="center"/>
          </w:tcPr>
          <w:p w:rsidR="00A14B08" w:rsidRDefault="00A14B08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Trześń</w:t>
            </w:r>
          </w:p>
          <w:p w:rsidR="00A14B08" w:rsidRPr="00412B9E" w:rsidRDefault="00A14B08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</w:t>
            </w:r>
            <w:r w:rsidR="00C94CFE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1075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14B08" w:rsidRPr="00412B9E" w:rsidRDefault="00A14B08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14B08" w:rsidRPr="00412B9E" w:rsidRDefault="00A14B08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14B08" w:rsidRPr="00412B9E" w:rsidRDefault="00D401FF" w:rsidP="00D401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A14B08" w:rsidRPr="008611E1" w:rsidRDefault="00A14B08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A14B08" w:rsidRPr="008611E1" w:rsidRDefault="00A14B0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A14B08" w:rsidRDefault="00A14B08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A14B08" w:rsidRDefault="00A14B08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A14B08" w:rsidRPr="004760F6" w:rsidTr="002C13B3">
        <w:trPr>
          <w:trHeight w:val="309"/>
        </w:trPr>
        <w:tc>
          <w:tcPr>
            <w:tcW w:w="2694" w:type="dxa"/>
          </w:tcPr>
          <w:p w:rsidR="00A14B08" w:rsidRPr="004760F6" w:rsidRDefault="00A14B08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A14B08" w:rsidRPr="004760F6" w:rsidRDefault="00A14B0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A14B08" w:rsidRPr="004760F6" w:rsidRDefault="00A14B08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A14B08" w:rsidRPr="004760F6" w:rsidTr="002C13B3">
        <w:trPr>
          <w:trHeight w:val="689"/>
        </w:trPr>
        <w:tc>
          <w:tcPr>
            <w:tcW w:w="2694" w:type="dxa"/>
          </w:tcPr>
          <w:p w:rsidR="00A14B08" w:rsidRPr="004760F6" w:rsidRDefault="00A14B0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A14B08" w:rsidRPr="004760F6" w:rsidRDefault="00A14B08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A14B08" w:rsidRPr="004760F6" w:rsidRDefault="00A14B08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A14B08" w:rsidRPr="00B63457" w:rsidRDefault="00A14B08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A14B08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EA" w:rsidRDefault="004D1BEA">
      <w:r>
        <w:separator/>
      </w:r>
    </w:p>
  </w:endnote>
  <w:endnote w:type="continuationSeparator" w:id="0">
    <w:p w:rsidR="004D1BEA" w:rsidRDefault="004D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EA" w:rsidRDefault="004D1BEA">
      <w:r>
        <w:separator/>
      </w:r>
    </w:p>
  </w:footnote>
  <w:footnote w:type="continuationSeparator" w:id="0">
    <w:p w:rsidR="004D1BEA" w:rsidRDefault="004D1BEA">
      <w:r>
        <w:continuationSeparator/>
      </w:r>
    </w:p>
  </w:footnote>
  <w:footnote w:id="1">
    <w:p w:rsidR="00A14B08" w:rsidRPr="00EF7F64" w:rsidRDefault="00A14B0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A14B08" w:rsidRPr="00EF7F64" w:rsidRDefault="00A14B08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A14B08" w:rsidRPr="00EF7F64" w:rsidRDefault="00A14B08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A14B08" w:rsidRDefault="00A14B08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A14B08" w:rsidRPr="00822183" w:rsidRDefault="00A14B08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A14B08" w:rsidRDefault="00A14B08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A14B08" w:rsidRPr="00D23820" w:rsidRDefault="00A14B08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A14B08" w:rsidRPr="008611E1" w:rsidRDefault="00A14B08">
      <w:pPr>
        <w:pStyle w:val="Tekstprzypisudolnego"/>
        <w:rPr>
          <w:sz w:val="2"/>
          <w:szCs w:val="2"/>
        </w:rPr>
      </w:pPr>
    </w:p>
  </w:footnote>
  <w:footnote w:id="9">
    <w:p w:rsidR="00A14B08" w:rsidRPr="008611E1" w:rsidRDefault="00A14B08" w:rsidP="00CD0317">
      <w:pPr>
        <w:pStyle w:val="Tekstprzypisudolnego"/>
        <w:rPr>
          <w:sz w:val="2"/>
          <w:szCs w:val="2"/>
        </w:rPr>
      </w:pPr>
    </w:p>
  </w:footnote>
  <w:footnote w:id="10">
    <w:p w:rsidR="00A14B08" w:rsidRPr="008611E1" w:rsidRDefault="00A14B08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401FF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4DA6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1BEA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558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4B08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94CFE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1FF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9BA1CC-9EA5-4D8E-9282-47BB77B8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1156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2022-07-03T12:39:00Z</dcterms:created>
  <dcterms:modified xsi:type="dcterms:W3CDTF">2022-08-09T13:03:00Z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